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71631587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4930E7FD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0AF6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780D4B8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095DF6C9" w:rsidR="008260A6" w:rsidRDefault="00BF7625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12.02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C2D19C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037C6" w14:textId="1A970EC8" w:rsidR="008260A6" w:rsidRDefault="00AE1A18" w:rsidP="00E46F5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BF7625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4CD6C7E8" w:rsidR="008260A6" w:rsidRDefault="00463CBB" w:rsidP="008260A6">
            <w:pPr>
              <w:rPr>
                <w:rFonts w:cs="Arial"/>
                <w:szCs w:val="20"/>
              </w:rPr>
            </w:pPr>
            <w:r w:rsidRPr="00463CBB">
              <w:rPr>
                <w:rFonts w:cs="Arial"/>
                <w:szCs w:val="20"/>
              </w:rPr>
              <w:t>2-</w:t>
            </w:r>
            <w:r w:rsidR="00BF7625">
              <w:rPr>
                <w:rFonts w:cs="Arial"/>
                <w:szCs w:val="20"/>
              </w:rPr>
              <w:t>23-17424</w:t>
            </w:r>
          </w:p>
        </w:tc>
        <w:tc>
          <w:tcPr>
            <w:tcW w:w="1188" w:type="dxa"/>
            <w:shd w:val="clear" w:color="auto" w:fill="auto"/>
          </w:tcPr>
          <w:p w14:paraId="51655529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proofErr w:type="spellStart"/>
      <w:r w:rsidRPr="00463CBB">
        <w:rPr>
          <w:rFonts w:cs="Arial"/>
          <w:b/>
          <w:szCs w:val="20"/>
        </w:rPr>
        <w:t>Konkurentsiamet</w:t>
      </w:r>
      <w:proofErr w:type="spellEnd"/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Tatari</w:t>
      </w:r>
      <w:proofErr w:type="spellEnd"/>
      <w:r>
        <w:rPr>
          <w:rFonts w:cs="Arial"/>
          <w:szCs w:val="20"/>
        </w:rPr>
        <w:t xml:space="preserve">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BF7625" w:rsidP="00463CBB">
      <w:pPr>
        <w:rPr>
          <w:rFonts w:cs="Arial"/>
          <w:szCs w:val="20"/>
        </w:rPr>
      </w:pPr>
      <w:hyperlink r:id="rId11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10288F46" w14:textId="2C9CDFD1" w:rsidR="00463CBB" w:rsidRDefault="00463CBB" w:rsidP="007D6E02">
      <w:pPr>
        <w:jc w:val="both"/>
        <w:rPr>
          <w:rFonts w:cs="Arial"/>
          <w:szCs w:val="20"/>
          <w:lang w:val="et-EE"/>
        </w:rPr>
      </w:pPr>
      <w:r w:rsidRPr="007D6E02">
        <w:rPr>
          <w:rFonts w:cs="Arial"/>
          <w:szCs w:val="20"/>
          <w:lang w:val="et-EE"/>
        </w:rPr>
        <w:t xml:space="preserve">Harju Maakohtu menetluses on tsiviilasi nr </w:t>
      </w:r>
      <w:r w:rsidR="00BF7625">
        <w:rPr>
          <w:rFonts w:cs="Arial"/>
          <w:szCs w:val="20"/>
          <w:lang w:val="et-EE"/>
        </w:rPr>
        <w:t>2-23-17424</w:t>
      </w:r>
      <w:r w:rsidRPr="007D6E02">
        <w:rPr>
          <w:rFonts w:cs="Arial"/>
          <w:szCs w:val="20"/>
          <w:lang w:val="et-EE"/>
        </w:rPr>
        <w:t xml:space="preserve"> </w:t>
      </w:r>
      <w:r w:rsidR="00BF7625" w:rsidRPr="00BF7625">
        <w:rPr>
          <w:rFonts w:cs="Arial"/>
          <w:szCs w:val="20"/>
          <w:lang w:val="et-EE"/>
        </w:rPr>
        <w:t>OÜ Marine Industrial Group</w:t>
      </w:r>
      <w:r w:rsidR="00BF7625" w:rsidRPr="00BF7625">
        <w:rPr>
          <w:rFonts w:cs="Arial"/>
          <w:szCs w:val="20"/>
          <w:lang w:val="et-EE"/>
        </w:rPr>
        <w:t xml:space="preserve"> </w:t>
      </w:r>
      <w:r w:rsidR="00167039">
        <w:rPr>
          <w:rFonts w:cs="Arial"/>
          <w:szCs w:val="20"/>
          <w:lang w:val="et-EE"/>
        </w:rPr>
        <w:t xml:space="preserve">(registrikood: </w:t>
      </w:r>
      <w:r w:rsidR="00BF7625" w:rsidRPr="00BF7625">
        <w:rPr>
          <w:rFonts w:cs="Arial"/>
          <w:szCs w:val="20"/>
          <w:lang w:val="et-EE"/>
        </w:rPr>
        <w:t>14432097</w:t>
      </w:r>
      <w:r w:rsidR="00167039">
        <w:rPr>
          <w:rFonts w:cs="Arial"/>
          <w:szCs w:val="20"/>
          <w:lang w:val="et-EE"/>
        </w:rPr>
        <w:t>)</w:t>
      </w:r>
      <w:r w:rsidR="00167039" w:rsidRPr="00167039">
        <w:rPr>
          <w:rFonts w:cs="Arial"/>
          <w:szCs w:val="20"/>
          <w:lang w:val="et-EE"/>
        </w:rPr>
        <w:t xml:space="preserve"> pankrotiavaldus</w:t>
      </w:r>
      <w:r w:rsidR="007D6E02">
        <w:rPr>
          <w:rFonts w:cs="Arial"/>
          <w:szCs w:val="20"/>
          <w:lang w:val="et-EE"/>
        </w:rPr>
        <w:t>.</w:t>
      </w:r>
    </w:p>
    <w:p w14:paraId="7F0D19C9" w14:textId="77777777" w:rsidR="007D6E02" w:rsidRDefault="007D6E02" w:rsidP="007D6E02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7D6E02" w:rsidRDefault="007D6E02" w:rsidP="007D6E02">
      <w:pPr>
        <w:jc w:val="both"/>
        <w:rPr>
          <w:rFonts w:cs="Arial"/>
          <w:szCs w:val="20"/>
          <w:lang w:val="et-EE"/>
        </w:rPr>
      </w:pPr>
      <w:r>
        <w:rPr>
          <w:rFonts w:cs="Arial"/>
          <w:szCs w:val="20"/>
          <w:lang w:val="et-EE"/>
        </w:rPr>
        <w:t xml:space="preserve">Vastavalt pankrotiseaduse § 30 </w:t>
      </w:r>
      <w:proofErr w:type="spellStart"/>
      <w:r>
        <w:rPr>
          <w:rFonts w:cs="Arial"/>
          <w:szCs w:val="20"/>
          <w:lang w:val="et-EE"/>
        </w:rPr>
        <w:t>lg-le</w:t>
      </w:r>
      <w:proofErr w:type="spellEnd"/>
      <w:r>
        <w:rPr>
          <w:rFonts w:cs="Arial"/>
          <w:szCs w:val="20"/>
          <w:lang w:val="et-EE"/>
        </w:rPr>
        <w:t xml:space="preserve"> 1 k</w:t>
      </w:r>
      <w:r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cs="Arial"/>
          <w:szCs w:val="20"/>
          <w:lang w:val="et-EE"/>
        </w:rPr>
        <w:t xml:space="preserve"> Sama paragrahvi lg 5 sätestab, et k</w:t>
      </w:r>
      <w:r w:rsidRPr="007D6E02">
        <w:rPr>
          <w:rFonts w:cs="Arial"/>
          <w:szCs w:val="20"/>
          <w:lang w:val="et-EE"/>
        </w:rPr>
        <w:t>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9C6417"/>
    <w:p w14:paraId="5078C3A1" w14:textId="16AE2C05" w:rsidR="00621D26" w:rsidRPr="00D33AAD" w:rsidRDefault="007D6E02" w:rsidP="007D6E02">
      <w:pPr>
        <w:tabs>
          <w:tab w:val="left" w:pos="7320"/>
        </w:tabs>
        <w:jc w:val="both"/>
        <w:rPr>
          <w:lang w:val="et-EE"/>
        </w:rPr>
      </w:pPr>
      <w:r>
        <w:rPr>
          <w:lang w:val="et-EE"/>
        </w:rPr>
        <w:t xml:space="preserve">Kohus määras </w:t>
      </w:r>
      <w:r w:rsidR="00BF7625">
        <w:rPr>
          <w:lang w:val="et-EE"/>
        </w:rPr>
        <w:t>30.01.2024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BF7625">
        <w:rPr>
          <w:lang w:val="et-EE"/>
        </w:rPr>
        <w:t>2500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</w:t>
      </w:r>
      <w:proofErr w:type="spellStart"/>
      <w:r>
        <w:t>tegi</w:t>
      </w:r>
      <w:proofErr w:type="spellEnd"/>
      <w:r>
        <w:t xml:space="preserve">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Pr="007D6E02">
        <w:rPr>
          <w:lang w:val="et-EE"/>
        </w:rPr>
        <w:t xml:space="preserve"> </w:t>
      </w:r>
      <w:r w:rsidR="00BF7625" w:rsidRPr="00BF7625">
        <w:rPr>
          <w:rFonts w:cs="Arial"/>
          <w:szCs w:val="20"/>
          <w:lang w:val="et-EE"/>
        </w:rPr>
        <w:t>OÜ Marine Industrial Group</w:t>
      </w:r>
      <w:r w:rsidR="00BF7625">
        <w:rPr>
          <w:rFonts w:cs="Arial"/>
          <w:szCs w:val="20"/>
          <w:lang w:val="et-EE"/>
        </w:rPr>
        <w:t xml:space="preserve">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BF7625">
        <w:rPr>
          <w:lang w:val="et-EE"/>
        </w:rPr>
        <w:t>09.02.2024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BF7625">
        <w:rPr>
          <w:lang w:val="et-EE"/>
        </w:rPr>
        <w:t>31.01.2024</w:t>
      </w:r>
      <w:r>
        <w:rPr>
          <w:lang w:val="et-EE"/>
        </w:rPr>
        <w:t xml:space="preserve">. Deposiiti tasutud ei ole. </w:t>
      </w:r>
    </w:p>
    <w:p w14:paraId="43F5CE55" w14:textId="77777777" w:rsidR="007D6E02" w:rsidRDefault="007D6E02" w:rsidP="00621D26">
      <w:pPr>
        <w:spacing w:before="60" w:after="120" w:line="204" w:lineRule="atLeast"/>
        <w:jc w:val="both"/>
        <w:rPr>
          <w:lang w:val="et-EE"/>
        </w:rPr>
      </w:pPr>
    </w:p>
    <w:p w14:paraId="47F95A5C" w14:textId="771FCC2D" w:rsidR="007D6E02" w:rsidRPr="00D33AAD" w:rsidRDefault="007D6E02" w:rsidP="00621D26">
      <w:pPr>
        <w:spacing w:before="60" w:after="120" w:line="204" w:lineRule="atLeast"/>
        <w:jc w:val="both"/>
        <w:rPr>
          <w:lang w:val="et-EE"/>
        </w:rPr>
      </w:pPr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30 lg 5 </w:t>
      </w:r>
      <w:r>
        <w:rPr>
          <w:lang w:val="et-EE"/>
        </w:rPr>
        <w:t xml:space="preserve">Konkurentsiametit, et deposiiti raugemise vältimiseks tsiviilasjas nr </w:t>
      </w:r>
      <w:r w:rsidR="00BF7625">
        <w:rPr>
          <w:lang w:val="et-EE"/>
        </w:rPr>
        <w:t>2-23-17424</w:t>
      </w:r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 Kohus annab </w:t>
      </w:r>
      <w:r w:rsidR="00B84EB2">
        <w:rPr>
          <w:lang w:val="et-EE"/>
        </w:rPr>
        <w:t xml:space="preserve">käesolevaga </w:t>
      </w:r>
      <w:r>
        <w:rPr>
          <w:lang w:val="et-EE"/>
        </w:rPr>
        <w:t>Konkurentsiametile tähtaja avaliku uurimismenetluse alustamise otsustamiseks ja kohtu teavitamiseks 10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proofErr w:type="spellStart"/>
      <w:r>
        <w:t>k</w:t>
      </w:r>
      <w:r w:rsidR="00607A50" w:rsidRPr="00D33AAD">
        <w:t>ohtuistungi</w:t>
      </w:r>
      <w:proofErr w:type="spellEnd"/>
      <w:r w:rsidR="00607A50" w:rsidRPr="00D33AAD">
        <w:t xml:space="preserve"> </w:t>
      </w:r>
      <w:proofErr w:type="spellStart"/>
      <w:r w:rsidR="00607A50" w:rsidRPr="00D33AAD">
        <w:t>sekretär</w:t>
      </w:r>
      <w:proofErr w:type="spellEnd"/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C50D" w14:textId="77777777" w:rsidR="004841F0" w:rsidRDefault="004841F0" w:rsidP="00DA1915">
      <w:r>
        <w:separator/>
      </w:r>
    </w:p>
  </w:endnote>
  <w:endnote w:type="continuationSeparator" w:id="0">
    <w:p w14:paraId="2F61B2AA" w14:textId="77777777" w:rsidR="004841F0" w:rsidRDefault="004841F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787F3F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899ECE8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14222B38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DE0B9E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BF4B" w14:textId="77777777" w:rsidR="004841F0" w:rsidRDefault="004841F0" w:rsidP="00DA1915">
      <w:r>
        <w:separator/>
      </w:r>
    </w:p>
  </w:footnote>
  <w:footnote w:type="continuationSeparator" w:id="0">
    <w:p w14:paraId="1BE8B402" w14:textId="77777777" w:rsidR="004841F0" w:rsidRDefault="004841F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A59257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67039"/>
    <w:rsid w:val="00214269"/>
    <w:rsid w:val="002719AB"/>
    <w:rsid w:val="002F71A3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44995"/>
    <w:rsid w:val="006C5155"/>
    <w:rsid w:val="006F03E6"/>
    <w:rsid w:val="007063FB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87BC8"/>
    <w:rsid w:val="00AB7297"/>
    <w:rsid w:val="00AE1A18"/>
    <w:rsid w:val="00B1243C"/>
    <w:rsid w:val="00B310B5"/>
    <w:rsid w:val="00B57933"/>
    <w:rsid w:val="00B84EB2"/>
    <w:rsid w:val="00B93951"/>
    <w:rsid w:val="00BD6BF6"/>
    <w:rsid w:val="00BF7625"/>
    <w:rsid w:val="00C8651B"/>
    <w:rsid w:val="00CD3E78"/>
    <w:rsid w:val="00CE278A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3824"/>
    <w:rsid w:val="00EE667C"/>
    <w:rsid w:val="00F11AE2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konkurentsiamet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4</TotalTime>
  <Pages>1</Pages>
  <Words>281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Linda Rahu</cp:lastModifiedBy>
  <cp:revision>2</cp:revision>
  <dcterms:created xsi:type="dcterms:W3CDTF">2024-02-12T07:10:00Z</dcterms:created>
  <dcterms:modified xsi:type="dcterms:W3CDTF">2024-02-12T07:10:00Z</dcterms:modified>
</cp:coreProperties>
</file>